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19D" w:rsidRDefault="00F9019D" w:rsidP="0005340B">
      <w:pPr>
        <w:tabs>
          <w:tab w:val="left" w:pos="702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6"/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0"/>
        <w:gridCol w:w="523"/>
        <w:gridCol w:w="5825"/>
      </w:tblGrid>
      <w:tr w:rsidR="00306F7A" w:rsidRPr="006C2F64" w:rsidTr="00A259C9">
        <w:tc>
          <w:tcPr>
            <w:tcW w:w="294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r w:rsidRPr="006C2F64">
              <w:rPr>
                <w:b/>
                <w:bCs/>
                <w:sz w:val="22"/>
                <w:szCs w:val="22"/>
              </w:rPr>
              <w:t>Název dokumentu</w:t>
            </w:r>
          </w:p>
        </w:tc>
        <w:tc>
          <w:tcPr>
            <w:tcW w:w="52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D4BCB" w:rsidRDefault="00106D2F" w:rsidP="000D4BCB">
            <w:pPr>
              <w:tabs>
                <w:tab w:val="left" w:pos="7020"/>
              </w:tabs>
              <w:spacing w:line="240" w:lineRule="auto"/>
              <w:rPr>
                <w:b/>
                <w:sz w:val="28"/>
                <w:szCs w:val="28"/>
              </w:rPr>
            </w:pPr>
            <w:r w:rsidRPr="006C2F64">
              <w:rPr>
                <w:b/>
                <w:sz w:val="28"/>
                <w:szCs w:val="28"/>
              </w:rPr>
              <w:t xml:space="preserve">Předávací list: </w:t>
            </w:r>
          </w:p>
          <w:p w:rsidR="00306F7A" w:rsidRPr="006C2F64" w:rsidRDefault="00306F7A" w:rsidP="00FC7D70">
            <w:pPr>
              <w:tabs>
                <w:tab w:val="left" w:pos="7020"/>
              </w:tabs>
              <w:spacing w:line="240" w:lineRule="auto"/>
              <w:rPr>
                <w:b/>
                <w:sz w:val="22"/>
                <w:szCs w:val="22"/>
              </w:rPr>
            </w:pPr>
            <w:r w:rsidRPr="006C2F64">
              <w:rPr>
                <w:b/>
                <w:sz w:val="28"/>
                <w:szCs w:val="28"/>
              </w:rPr>
              <w:t>P</w:t>
            </w:r>
            <w:r w:rsidR="00FA4C30" w:rsidRPr="006C2F64">
              <w:rPr>
                <w:b/>
                <w:sz w:val="28"/>
                <w:szCs w:val="28"/>
              </w:rPr>
              <w:t>rotokol</w:t>
            </w:r>
            <w:r w:rsidRPr="006C2F64">
              <w:rPr>
                <w:b/>
                <w:sz w:val="28"/>
                <w:szCs w:val="28"/>
              </w:rPr>
              <w:t xml:space="preserve"> o </w:t>
            </w:r>
            <w:proofErr w:type="gramStart"/>
            <w:r w:rsidR="00D26494" w:rsidRPr="006C2F64">
              <w:rPr>
                <w:b/>
                <w:sz w:val="28"/>
                <w:szCs w:val="28"/>
              </w:rPr>
              <w:t xml:space="preserve">převzetí </w:t>
            </w:r>
            <w:r w:rsidR="00FC7D70" w:rsidRPr="00106D2F">
              <w:rPr>
                <w:bCs/>
                <w:sz w:val="20"/>
                <w:szCs w:val="20"/>
              </w:rPr>
              <w:t xml:space="preserve"> </w:t>
            </w:r>
            <w:r w:rsidR="00FC7D70" w:rsidRPr="00FC7D70">
              <w:rPr>
                <w:b/>
                <w:sz w:val="28"/>
                <w:szCs w:val="28"/>
              </w:rPr>
              <w:t>přílohy</w:t>
            </w:r>
            <w:proofErr w:type="gramEnd"/>
            <w:r w:rsidR="00FC7D70" w:rsidRPr="00FC7D70">
              <w:rPr>
                <w:b/>
                <w:sz w:val="28"/>
                <w:szCs w:val="28"/>
              </w:rPr>
              <w:t xml:space="preserve"> č. 2 (jednotkový výkaz výměr) a přílohy č. 5 (vzorová projektová dokumentace armaturní šachty)  zadávací dokumentace</w:t>
            </w:r>
            <w:r w:rsidR="00FC7D70" w:rsidRPr="006C2F6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06F7A" w:rsidRPr="00B0401A" w:rsidTr="00A259C9">
        <w:tc>
          <w:tcPr>
            <w:tcW w:w="29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r w:rsidRPr="006C2F64">
              <w:rPr>
                <w:b/>
                <w:bCs/>
                <w:sz w:val="22"/>
                <w:szCs w:val="22"/>
              </w:rPr>
              <w:t>Zadavatel</w:t>
            </w:r>
          </w:p>
        </w:tc>
        <w:tc>
          <w:tcPr>
            <w:tcW w:w="52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rPr>
                <w:b/>
                <w:bCs/>
                <w:i/>
                <w:sz w:val="22"/>
                <w:szCs w:val="22"/>
                <w:lang w:eastAsia="en-US"/>
              </w:rPr>
            </w:pPr>
            <w:r w:rsidRPr="006C2F64">
              <w:rPr>
                <w:b/>
                <w:bCs/>
                <w:i/>
                <w:sz w:val="22"/>
                <w:szCs w:val="22"/>
                <w:lang w:eastAsia="en-US"/>
              </w:rPr>
              <w:t>ČEPRO, a.s.</w:t>
            </w:r>
            <w:bookmarkStart w:id="0" w:name="_GoBack"/>
            <w:bookmarkEnd w:id="0"/>
          </w:p>
          <w:p w:rsidR="00306F7A" w:rsidRPr="006C2F64" w:rsidRDefault="00D26494" w:rsidP="00A259C9">
            <w:pPr>
              <w:ind w:right="57"/>
              <w:rPr>
                <w:i/>
                <w:sz w:val="22"/>
                <w:szCs w:val="22"/>
                <w:lang w:eastAsia="en-US"/>
              </w:rPr>
            </w:pPr>
            <w:r w:rsidRPr="006C2F64">
              <w:rPr>
                <w:i/>
                <w:sz w:val="22"/>
                <w:szCs w:val="22"/>
                <w:lang w:eastAsia="en-US"/>
              </w:rPr>
              <w:t xml:space="preserve">se sídlem </w:t>
            </w:r>
            <w:r w:rsidR="00306F7A" w:rsidRPr="006C2F64">
              <w:rPr>
                <w:i/>
                <w:sz w:val="22"/>
                <w:szCs w:val="22"/>
                <w:lang w:eastAsia="en-US"/>
              </w:rPr>
              <w:t>Dělnická 213</w:t>
            </w:r>
            <w:r w:rsidRPr="006C2F64">
              <w:rPr>
                <w:i/>
                <w:sz w:val="22"/>
                <w:szCs w:val="22"/>
                <w:lang w:eastAsia="en-US"/>
              </w:rPr>
              <w:t>/</w:t>
            </w:r>
            <w:r w:rsidR="00306F7A" w:rsidRPr="006C2F64">
              <w:rPr>
                <w:i/>
                <w:sz w:val="22"/>
                <w:szCs w:val="22"/>
                <w:lang w:eastAsia="en-US"/>
              </w:rPr>
              <w:t xml:space="preserve">12, </w:t>
            </w:r>
            <w:r w:rsidRPr="006C2F64">
              <w:rPr>
                <w:i/>
                <w:sz w:val="22"/>
                <w:szCs w:val="22"/>
                <w:lang w:eastAsia="en-US"/>
              </w:rPr>
              <w:t>Holešovice, 170 00 Praha 7</w:t>
            </w:r>
          </w:p>
          <w:p w:rsidR="00306F7A" w:rsidRPr="006C2F64" w:rsidRDefault="00306F7A" w:rsidP="00A259C9">
            <w:pPr>
              <w:ind w:right="57"/>
              <w:rPr>
                <w:i/>
                <w:sz w:val="22"/>
                <w:szCs w:val="22"/>
                <w:lang w:eastAsia="en-US"/>
              </w:rPr>
            </w:pPr>
            <w:r w:rsidRPr="006C2F64">
              <w:rPr>
                <w:i/>
                <w:sz w:val="22"/>
                <w:szCs w:val="22"/>
                <w:lang w:eastAsia="en-US"/>
              </w:rPr>
              <w:t>IČ</w:t>
            </w:r>
            <w:r w:rsidR="00AD4A6D">
              <w:rPr>
                <w:i/>
                <w:sz w:val="22"/>
                <w:szCs w:val="22"/>
                <w:lang w:eastAsia="en-US"/>
              </w:rPr>
              <w:t>O</w:t>
            </w:r>
            <w:r w:rsidRPr="006C2F64">
              <w:rPr>
                <w:i/>
                <w:sz w:val="22"/>
                <w:szCs w:val="22"/>
                <w:lang w:eastAsia="en-US"/>
              </w:rPr>
              <w:t>: 60193531</w:t>
            </w:r>
          </w:p>
          <w:p w:rsidR="00306F7A" w:rsidRPr="006C2F64" w:rsidRDefault="00306F7A" w:rsidP="00A259C9">
            <w:pPr>
              <w:ind w:right="57"/>
              <w:rPr>
                <w:i/>
                <w:sz w:val="22"/>
                <w:szCs w:val="22"/>
                <w:lang w:eastAsia="en-US"/>
              </w:rPr>
            </w:pPr>
            <w:r w:rsidRPr="006C2F64">
              <w:rPr>
                <w:i/>
                <w:sz w:val="22"/>
                <w:szCs w:val="22"/>
                <w:lang w:eastAsia="en-US"/>
              </w:rPr>
              <w:t>zapsaná v obchodním rejstříku vedeném Městským soudem v Praze, oddíl B, vložka 2341</w:t>
            </w:r>
          </w:p>
        </w:tc>
      </w:tr>
      <w:tr w:rsidR="00306F7A" w:rsidTr="00A259C9">
        <w:tc>
          <w:tcPr>
            <w:tcW w:w="29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r w:rsidRPr="006C2F64">
              <w:rPr>
                <w:b/>
                <w:bCs/>
                <w:sz w:val="22"/>
                <w:szCs w:val="22"/>
              </w:rPr>
              <w:t xml:space="preserve">Název zakázky </w:t>
            </w:r>
          </w:p>
        </w:tc>
        <w:tc>
          <w:tcPr>
            <w:tcW w:w="52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46105A" w:rsidRDefault="00BF6304" w:rsidP="005D255F">
            <w:pPr>
              <w:spacing w:before="120"/>
              <w:ind w:right="57"/>
              <w:jc w:val="both"/>
              <w:rPr>
                <w:bCs/>
                <w:sz w:val="22"/>
                <w:szCs w:val="22"/>
              </w:rPr>
            </w:pPr>
            <w:r w:rsidRPr="00BF6304">
              <w:rPr>
                <w:bCs/>
                <w:sz w:val="22"/>
                <w:szCs w:val="22"/>
              </w:rPr>
              <w:t>Oprava katodové ochrany a elektroinstalace armaturních šachet na trasách produktovodů ČEPRO, a.s.</w:t>
            </w:r>
            <w:r w:rsidR="005D255F" w:rsidRPr="00E76C5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06F7A" w:rsidTr="00A259C9">
        <w:tc>
          <w:tcPr>
            <w:tcW w:w="29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6C2F64">
              <w:rPr>
                <w:b/>
                <w:bCs/>
                <w:sz w:val="22"/>
                <w:szCs w:val="22"/>
              </w:rPr>
              <w:t>Evid</w:t>
            </w:r>
            <w:proofErr w:type="spellEnd"/>
            <w:r w:rsidRPr="006C2F64">
              <w:rPr>
                <w:b/>
                <w:bCs/>
                <w:sz w:val="22"/>
                <w:szCs w:val="22"/>
              </w:rPr>
              <w:t>. č. zakázky</w:t>
            </w:r>
          </w:p>
        </w:tc>
        <w:tc>
          <w:tcPr>
            <w:tcW w:w="52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46105A">
            <w:pPr>
              <w:spacing w:before="120"/>
              <w:ind w:right="57"/>
              <w:jc w:val="both"/>
              <w:rPr>
                <w:bCs/>
                <w:sz w:val="22"/>
                <w:szCs w:val="22"/>
              </w:rPr>
            </w:pPr>
          </w:p>
        </w:tc>
      </w:tr>
      <w:tr w:rsidR="00306F7A" w:rsidTr="00A259C9">
        <w:tc>
          <w:tcPr>
            <w:tcW w:w="29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r w:rsidRPr="006C2F64">
              <w:rPr>
                <w:b/>
                <w:bCs/>
                <w:sz w:val="22"/>
                <w:szCs w:val="22"/>
              </w:rPr>
              <w:t>Druh výběrového řízení</w:t>
            </w:r>
          </w:p>
        </w:tc>
        <w:tc>
          <w:tcPr>
            <w:tcW w:w="52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06F7A" w:rsidRPr="006C2F64" w:rsidRDefault="00712E24" w:rsidP="00A259C9">
            <w:pPr>
              <w:spacing w:before="120"/>
              <w:ind w:right="5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Zjednodušené podlimitní řízení</w:t>
            </w:r>
          </w:p>
        </w:tc>
      </w:tr>
      <w:tr w:rsidR="00306F7A" w:rsidTr="00A259C9">
        <w:tc>
          <w:tcPr>
            <w:tcW w:w="29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6C2F64">
              <w:rPr>
                <w:b/>
                <w:bCs/>
                <w:sz w:val="22"/>
                <w:szCs w:val="22"/>
              </w:rPr>
              <w:t>Evid</w:t>
            </w:r>
            <w:proofErr w:type="spellEnd"/>
            <w:r w:rsidRPr="006C2F64">
              <w:rPr>
                <w:b/>
                <w:bCs/>
                <w:sz w:val="22"/>
                <w:szCs w:val="22"/>
              </w:rPr>
              <w:t>. č. zadavatele</w:t>
            </w:r>
          </w:p>
        </w:tc>
        <w:tc>
          <w:tcPr>
            <w:tcW w:w="52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</w:tcPr>
          <w:p w:rsidR="00306F7A" w:rsidRPr="006C2F64" w:rsidRDefault="00306F7A" w:rsidP="00A259C9">
            <w:pPr>
              <w:spacing w:before="120"/>
              <w:ind w:right="57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2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06F7A" w:rsidRPr="006C2F64" w:rsidRDefault="00BF6304" w:rsidP="00BF6304">
            <w:pPr>
              <w:spacing w:before="120"/>
              <w:ind w:right="5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005</w:t>
            </w:r>
            <w:r w:rsidR="006D1BBB">
              <w:rPr>
                <w:bCs/>
                <w:sz w:val="22"/>
                <w:szCs w:val="22"/>
              </w:rPr>
              <w:t>/1</w:t>
            </w:r>
            <w:r>
              <w:rPr>
                <w:bCs/>
                <w:sz w:val="22"/>
                <w:szCs w:val="22"/>
              </w:rPr>
              <w:t>8</w:t>
            </w:r>
            <w:r w:rsidR="00306F7A" w:rsidRPr="006C2F64">
              <w:rPr>
                <w:bCs/>
                <w:sz w:val="22"/>
                <w:szCs w:val="22"/>
              </w:rPr>
              <w:t>/OCN</w:t>
            </w:r>
          </w:p>
        </w:tc>
      </w:tr>
      <w:tr w:rsidR="00A259C9" w:rsidTr="00A259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2940" w:type="dxa"/>
          </w:tcPr>
          <w:p w:rsidR="00A259C9" w:rsidRPr="006C2F64" w:rsidRDefault="00A259C9" w:rsidP="00A259C9">
            <w:pPr>
              <w:spacing w:before="120"/>
              <w:ind w:right="57"/>
              <w:jc w:val="both"/>
              <w:rPr>
                <w:b/>
                <w:sz w:val="28"/>
                <w:szCs w:val="28"/>
              </w:rPr>
            </w:pPr>
            <w:r w:rsidRPr="006C2F64">
              <w:rPr>
                <w:b/>
                <w:bCs/>
                <w:sz w:val="22"/>
                <w:szCs w:val="22"/>
              </w:rPr>
              <w:t>Vyřizuje</w:t>
            </w:r>
          </w:p>
        </w:tc>
        <w:tc>
          <w:tcPr>
            <w:tcW w:w="6348" w:type="dxa"/>
            <w:gridSpan w:val="2"/>
          </w:tcPr>
          <w:p w:rsidR="00A259C9" w:rsidRPr="0046105A" w:rsidRDefault="00A259C9" w:rsidP="00604CD3">
            <w:pPr>
              <w:spacing w:before="120"/>
              <w:ind w:right="57"/>
              <w:jc w:val="both"/>
              <w:rPr>
                <w:bCs/>
                <w:sz w:val="22"/>
                <w:szCs w:val="22"/>
              </w:rPr>
            </w:pPr>
            <w:r w:rsidRPr="0046105A">
              <w:rPr>
                <w:bCs/>
                <w:sz w:val="22"/>
                <w:szCs w:val="22"/>
              </w:rPr>
              <w:t xml:space="preserve">     </w:t>
            </w:r>
            <w:r w:rsidR="004A406F" w:rsidRPr="0046105A">
              <w:rPr>
                <w:bCs/>
                <w:sz w:val="22"/>
                <w:szCs w:val="22"/>
              </w:rPr>
              <w:t xml:space="preserve"> </w:t>
            </w:r>
            <w:r w:rsidR="0046105A">
              <w:rPr>
                <w:bCs/>
                <w:sz w:val="22"/>
                <w:szCs w:val="22"/>
              </w:rPr>
              <w:t xml:space="preserve">   </w:t>
            </w:r>
            <w:r w:rsidRPr="0046105A">
              <w:rPr>
                <w:bCs/>
                <w:sz w:val="22"/>
                <w:szCs w:val="22"/>
              </w:rPr>
              <w:t xml:space="preserve"> </w:t>
            </w:r>
            <w:r w:rsidRPr="006C2F64">
              <w:rPr>
                <w:bCs/>
                <w:sz w:val="22"/>
                <w:szCs w:val="22"/>
              </w:rPr>
              <w:t>Lenka Hošková</w:t>
            </w:r>
            <w:r w:rsidR="004A406F" w:rsidRPr="006C2F64">
              <w:rPr>
                <w:bCs/>
                <w:sz w:val="22"/>
                <w:szCs w:val="22"/>
              </w:rPr>
              <w:t>/OCN</w:t>
            </w:r>
            <w:r w:rsidRPr="0046105A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106D2F" w:rsidRDefault="00106D2F" w:rsidP="00D26494">
      <w:pPr>
        <w:spacing w:line="264" w:lineRule="auto"/>
        <w:jc w:val="both"/>
        <w:rPr>
          <w:rFonts w:ascii="Arial" w:hAnsi="Arial" w:cs="Arial"/>
          <w:bCs/>
          <w:sz w:val="24"/>
        </w:rPr>
      </w:pPr>
    </w:p>
    <w:p w:rsidR="000F1EB0" w:rsidRPr="00106D2F" w:rsidRDefault="000F1EB0" w:rsidP="00D26494">
      <w:pPr>
        <w:spacing w:line="264" w:lineRule="auto"/>
        <w:jc w:val="both"/>
        <w:rPr>
          <w:bCs/>
          <w:sz w:val="20"/>
          <w:szCs w:val="20"/>
        </w:rPr>
      </w:pPr>
      <w:r w:rsidRPr="00106D2F">
        <w:rPr>
          <w:bCs/>
          <w:sz w:val="20"/>
          <w:szCs w:val="20"/>
        </w:rPr>
        <w:t xml:space="preserve">Potvrzuji osobní převzetí </w:t>
      </w:r>
      <w:r w:rsidR="00106D2F" w:rsidRPr="00106D2F">
        <w:rPr>
          <w:bCs/>
          <w:sz w:val="20"/>
          <w:szCs w:val="20"/>
        </w:rPr>
        <w:t xml:space="preserve">přílohy č. </w:t>
      </w:r>
      <w:r w:rsidR="00BF6304">
        <w:rPr>
          <w:bCs/>
          <w:sz w:val="20"/>
          <w:szCs w:val="20"/>
        </w:rPr>
        <w:t xml:space="preserve">2 (jednotkový výkaz výměr) a přílohy č. 5 (vzorová projektová dokumentace armaturní </w:t>
      </w:r>
      <w:proofErr w:type="gramStart"/>
      <w:r w:rsidR="00BF6304">
        <w:rPr>
          <w:bCs/>
          <w:sz w:val="20"/>
          <w:szCs w:val="20"/>
        </w:rPr>
        <w:t xml:space="preserve">šachty)  </w:t>
      </w:r>
      <w:r w:rsidR="00106D2F" w:rsidRPr="00106D2F">
        <w:rPr>
          <w:bCs/>
          <w:sz w:val="20"/>
          <w:szCs w:val="20"/>
        </w:rPr>
        <w:t>zadávací</w:t>
      </w:r>
      <w:proofErr w:type="gramEnd"/>
      <w:r w:rsidR="00106D2F" w:rsidRPr="00106D2F">
        <w:rPr>
          <w:bCs/>
          <w:sz w:val="20"/>
          <w:szCs w:val="20"/>
        </w:rPr>
        <w:t xml:space="preserve"> dokumentace</w:t>
      </w:r>
      <w:r w:rsidR="00287191" w:rsidRPr="00106D2F">
        <w:rPr>
          <w:bCs/>
          <w:sz w:val="20"/>
          <w:szCs w:val="20"/>
        </w:rPr>
        <w:t xml:space="preserve">, </w:t>
      </w:r>
      <w:r w:rsidR="00A259C9" w:rsidRPr="00106D2F">
        <w:rPr>
          <w:bCs/>
          <w:sz w:val="20"/>
          <w:szCs w:val="20"/>
        </w:rPr>
        <w:t>kter</w:t>
      </w:r>
      <w:r w:rsidR="00BF6304">
        <w:rPr>
          <w:bCs/>
          <w:sz w:val="20"/>
          <w:szCs w:val="20"/>
        </w:rPr>
        <w:t xml:space="preserve">é jsou </w:t>
      </w:r>
      <w:r w:rsidR="004B3139">
        <w:rPr>
          <w:bCs/>
          <w:sz w:val="20"/>
          <w:szCs w:val="20"/>
        </w:rPr>
        <w:t xml:space="preserve"> zájemcům</w:t>
      </w:r>
      <w:r w:rsidR="00287191" w:rsidRPr="00106D2F">
        <w:rPr>
          <w:bCs/>
          <w:sz w:val="20"/>
          <w:szCs w:val="20"/>
        </w:rPr>
        <w:t xml:space="preserve"> o zakázku poskytován</w:t>
      </w:r>
      <w:r w:rsidR="00BF6304">
        <w:rPr>
          <w:bCs/>
          <w:sz w:val="20"/>
          <w:szCs w:val="20"/>
        </w:rPr>
        <w:t>y</w:t>
      </w:r>
      <w:r w:rsidR="00287191" w:rsidRPr="00106D2F">
        <w:rPr>
          <w:bCs/>
          <w:sz w:val="20"/>
          <w:szCs w:val="20"/>
        </w:rPr>
        <w:t xml:space="preserve"> na základě</w:t>
      </w:r>
      <w:r w:rsidR="00106D2F" w:rsidRPr="00106D2F">
        <w:rPr>
          <w:bCs/>
          <w:sz w:val="20"/>
          <w:szCs w:val="20"/>
        </w:rPr>
        <w:t xml:space="preserve"> jejich žádosti</w:t>
      </w:r>
      <w:r w:rsidR="00A259C9" w:rsidRPr="00106D2F">
        <w:rPr>
          <w:bCs/>
          <w:sz w:val="20"/>
          <w:szCs w:val="20"/>
        </w:rPr>
        <w:t xml:space="preserve"> k výše uvedenému </w:t>
      </w:r>
      <w:r w:rsidR="00BF6304">
        <w:rPr>
          <w:bCs/>
          <w:sz w:val="20"/>
          <w:szCs w:val="20"/>
        </w:rPr>
        <w:t xml:space="preserve">zadávacímu </w:t>
      </w:r>
      <w:r w:rsidR="00A259C9" w:rsidRPr="00106D2F">
        <w:rPr>
          <w:bCs/>
          <w:sz w:val="20"/>
          <w:szCs w:val="20"/>
        </w:rPr>
        <w:t xml:space="preserve">řízení. </w:t>
      </w:r>
    </w:p>
    <w:p w:rsidR="005A13FA" w:rsidRPr="00106D2F" w:rsidRDefault="005A13FA" w:rsidP="000F1EB0">
      <w:pPr>
        <w:spacing w:line="264" w:lineRule="auto"/>
        <w:rPr>
          <w:bCs/>
          <w:sz w:val="20"/>
          <w:szCs w:val="20"/>
        </w:rPr>
      </w:pPr>
    </w:p>
    <w:p w:rsidR="00657FBA" w:rsidRPr="00106D2F" w:rsidRDefault="000F1EB0" w:rsidP="00D26494">
      <w:pPr>
        <w:spacing w:line="264" w:lineRule="auto"/>
        <w:jc w:val="both"/>
        <w:rPr>
          <w:bCs/>
          <w:sz w:val="20"/>
          <w:szCs w:val="20"/>
        </w:rPr>
      </w:pPr>
      <w:r w:rsidRPr="00106D2F">
        <w:rPr>
          <w:bCs/>
          <w:sz w:val="20"/>
          <w:szCs w:val="20"/>
        </w:rPr>
        <w:t xml:space="preserve">Prohlašuji, že jsem </w:t>
      </w:r>
    </w:p>
    <w:p w:rsidR="00657FBA" w:rsidRPr="00106D2F" w:rsidRDefault="00657FBA" w:rsidP="00AD4A6D">
      <w:pPr>
        <w:numPr>
          <w:ilvl w:val="0"/>
          <w:numId w:val="8"/>
        </w:numPr>
        <w:spacing w:line="264" w:lineRule="auto"/>
        <w:jc w:val="both"/>
        <w:rPr>
          <w:bCs/>
          <w:sz w:val="20"/>
          <w:szCs w:val="20"/>
        </w:rPr>
      </w:pPr>
      <w:r w:rsidRPr="00106D2F">
        <w:rPr>
          <w:bCs/>
          <w:sz w:val="20"/>
          <w:szCs w:val="20"/>
        </w:rPr>
        <w:t>osobou oprávněnou za zájemce o zakázku k</w:t>
      </w:r>
      <w:r w:rsidR="00106D2F" w:rsidRPr="00106D2F">
        <w:rPr>
          <w:bCs/>
          <w:sz w:val="20"/>
          <w:szCs w:val="20"/>
        </w:rPr>
        <w:t> </w:t>
      </w:r>
      <w:r w:rsidRPr="00106D2F">
        <w:rPr>
          <w:bCs/>
          <w:sz w:val="20"/>
          <w:szCs w:val="20"/>
        </w:rPr>
        <w:t>převzetí</w:t>
      </w:r>
      <w:r w:rsidR="00106D2F" w:rsidRPr="00106D2F">
        <w:rPr>
          <w:bCs/>
          <w:sz w:val="20"/>
          <w:szCs w:val="20"/>
        </w:rPr>
        <w:t xml:space="preserve"> přílohy </w:t>
      </w:r>
      <w:r w:rsidR="00AD4A6D" w:rsidRPr="00AD4A6D">
        <w:rPr>
          <w:bCs/>
          <w:sz w:val="20"/>
          <w:szCs w:val="20"/>
        </w:rPr>
        <w:t xml:space="preserve">č. 2 (jednotkový výkaz výměr) a přílohy č. 5 (vzorová projektová dokumentace armaturní šachty)  zadávací </w:t>
      </w:r>
      <w:proofErr w:type="gramStart"/>
      <w:r w:rsidR="00AD4A6D" w:rsidRPr="00AD4A6D">
        <w:rPr>
          <w:bCs/>
          <w:sz w:val="20"/>
          <w:szCs w:val="20"/>
        </w:rPr>
        <w:t xml:space="preserve">dokumentace </w:t>
      </w:r>
      <w:r w:rsidR="00106D2F" w:rsidRPr="00106D2F">
        <w:rPr>
          <w:bCs/>
          <w:sz w:val="20"/>
          <w:szCs w:val="20"/>
        </w:rPr>
        <w:t>;</w:t>
      </w:r>
      <w:proofErr w:type="gramEnd"/>
    </w:p>
    <w:p w:rsidR="000F1EB0" w:rsidRPr="00106D2F" w:rsidRDefault="000F1EB0" w:rsidP="00106D2F">
      <w:pPr>
        <w:numPr>
          <w:ilvl w:val="0"/>
          <w:numId w:val="8"/>
        </w:numPr>
        <w:spacing w:line="264" w:lineRule="auto"/>
        <w:jc w:val="both"/>
        <w:rPr>
          <w:bCs/>
          <w:sz w:val="20"/>
          <w:szCs w:val="20"/>
        </w:rPr>
      </w:pPr>
      <w:r w:rsidRPr="00106D2F">
        <w:rPr>
          <w:bCs/>
          <w:sz w:val="20"/>
          <w:szCs w:val="20"/>
        </w:rPr>
        <w:t>byl seznámen s tím,</w:t>
      </w:r>
      <w:r w:rsidR="00106D2F" w:rsidRPr="00106D2F">
        <w:rPr>
          <w:sz w:val="20"/>
          <w:szCs w:val="20"/>
        </w:rPr>
        <w:t xml:space="preserve"> že Informace obsažené v</w:t>
      </w:r>
      <w:r w:rsidR="00AD58F2" w:rsidRPr="00106D2F">
        <w:rPr>
          <w:sz w:val="20"/>
          <w:szCs w:val="20"/>
        </w:rPr>
        <w:t xml:space="preserve"> </w:t>
      </w:r>
      <w:r w:rsidR="00106D2F" w:rsidRPr="00106D2F">
        <w:rPr>
          <w:bCs/>
          <w:sz w:val="20"/>
          <w:szCs w:val="20"/>
        </w:rPr>
        <w:t xml:space="preserve">příloze </w:t>
      </w:r>
      <w:proofErr w:type="gramStart"/>
      <w:r w:rsidR="00106D2F" w:rsidRPr="00106D2F">
        <w:rPr>
          <w:bCs/>
          <w:sz w:val="20"/>
          <w:szCs w:val="20"/>
        </w:rPr>
        <w:t>č.</w:t>
      </w:r>
      <w:r w:rsidR="00AD4A6D">
        <w:rPr>
          <w:bCs/>
          <w:sz w:val="20"/>
          <w:szCs w:val="20"/>
        </w:rPr>
        <w:t xml:space="preserve"> 2</w:t>
      </w:r>
      <w:r w:rsidR="00106D2F" w:rsidRPr="00106D2F">
        <w:rPr>
          <w:bCs/>
          <w:sz w:val="20"/>
          <w:szCs w:val="20"/>
        </w:rPr>
        <w:t xml:space="preserve"> </w:t>
      </w:r>
      <w:r w:rsidR="00116330" w:rsidRPr="00106D2F">
        <w:rPr>
          <w:bCs/>
          <w:sz w:val="20"/>
          <w:szCs w:val="20"/>
        </w:rPr>
        <w:t xml:space="preserve"> </w:t>
      </w:r>
      <w:r w:rsidR="00AD4A6D">
        <w:rPr>
          <w:bCs/>
          <w:sz w:val="20"/>
          <w:szCs w:val="20"/>
        </w:rPr>
        <w:t>a č.</w:t>
      </w:r>
      <w:proofErr w:type="gramEnd"/>
      <w:r w:rsidR="00AD4A6D">
        <w:rPr>
          <w:bCs/>
          <w:sz w:val="20"/>
          <w:szCs w:val="20"/>
        </w:rPr>
        <w:t xml:space="preserve"> 5</w:t>
      </w:r>
      <w:r w:rsidR="00116330" w:rsidRPr="00106D2F">
        <w:rPr>
          <w:bCs/>
          <w:sz w:val="20"/>
          <w:szCs w:val="20"/>
        </w:rPr>
        <w:t xml:space="preserve"> zadávací dokumentace</w:t>
      </w:r>
      <w:r w:rsidR="008F2076" w:rsidRPr="00106D2F">
        <w:rPr>
          <w:bCs/>
          <w:sz w:val="20"/>
          <w:szCs w:val="20"/>
        </w:rPr>
        <w:t xml:space="preserve"> </w:t>
      </w:r>
      <w:r w:rsidR="008F2076">
        <w:rPr>
          <w:bCs/>
          <w:sz w:val="20"/>
          <w:szCs w:val="20"/>
        </w:rPr>
        <w:t xml:space="preserve"> </w:t>
      </w:r>
      <w:r w:rsidR="00AD58F2" w:rsidRPr="00106D2F">
        <w:rPr>
          <w:sz w:val="20"/>
          <w:szCs w:val="20"/>
        </w:rPr>
        <w:t xml:space="preserve">představují </w:t>
      </w:r>
      <w:r w:rsidR="006C2F64">
        <w:rPr>
          <w:sz w:val="20"/>
          <w:szCs w:val="20"/>
        </w:rPr>
        <w:t>důvěrné informace z</w:t>
      </w:r>
      <w:r w:rsidR="00AD58F2" w:rsidRPr="00106D2F">
        <w:rPr>
          <w:sz w:val="20"/>
          <w:szCs w:val="20"/>
        </w:rPr>
        <w:t>adavatele.</w:t>
      </w:r>
    </w:p>
    <w:p w:rsidR="00053CE9" w:rsidRDefault="00053CE9" w:rsidP="00053CE9">
      <w:pPr>
        <w:spacing w:line="264" w:lineRule="auto"/>
        <w:rPr>
          <w:sz w:val="20"/>
          <w:szCs w:val="20"/>
        </w:rPr>
      </w:pPr>
    </w:p>
    <w:p w:rsidR="00053CE9" w:rsidRPr="00053CE9" w:rsidRDefault="00053CE9" w:rsidP="00053CE9">
      <w:pPr>
        <w:spacing w:line="264" w:lineRule="auto"/>
        <w:rPr>
          <w:rFonts w:ascii="Arial" w:hAnsi="Arial" w:cs="Arial"/>
          <w:bCs/>
          <w:sz w:val="20"/>
          <w:szCs w:val="20"/>
        </w:rPr>
      </w:pPr>
    </w:p>
    <w:p w:rsidR="00106D2F" w:rsidRDefault="00106D2F" w:rsidP="000F1EB0">
      <w:pPr>
        <w:spacing w:line="264" w:lineRule="auto"/>
        <w:rPr>
          <w:bCs/>
          <w:sz w:val="20"/>
          <w:szCs w:val="20"/>
        </w:rPr>
      </w:pPr>
      <w:r w:rsidRPr="00106D2F">
        <w:rPr>
          <w:bCs/>
          <w:sz w:val="20"/>
          <w:szCs w:val="20"/>
        </w:rPr>
        <w:t>V Praze dne ………</w:t>
      </w:r>
    </w:p>
    <w:p w:rsidR="00106D2F" w:rsidRPr="00106D2F" w:rsidRDefault="00106D2F" w:rsidP="000F1EB0">
      <w:pPr>
        <w:spacing w:line="264" w:lineRule="auto"/>
        <w:rPr>
          <w:bCs/>
          <w:sz w:val="20"/>
          <w:szCs w:val="20"/>
        </w:rPr>
      </w:pPr>
    </w:p>
    <w:p w:rsidR="000F1EB0" w:rsidRPr="00106D2F" w:rsidRDefault="00C868ED" w:rsidP="000F1EB0">
      <w:pPr>
        <w:spacing w:line="264" w:lineRule="auto"/>
        <w:rPr>
          <w:b/>
          <w:sz w:val="20"/>
          <w:szCs w:val="20"/>
        </w:rPr>
      </w:pPr>
      <w:r w:rsidRPr="00106D2F">
        <w:rPr>
          <w:b/>
          <w:sz w:val="20"/>
          <w:szCs w:val="20"/>
        </w:rPr>
        <w:t>Přebírající: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0"/>
        <w:gridCol w:w="7040"/>
      </w:tblGrid>
      <w:tr w:rsidR="00D029CD" w:rsidRPr="00106D2F">
        <w:trPr>
          <w:trHeight w:val="42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106D2F">
              <w:rPr>
                <w:b/>
                <w:bCs/>
                <w:i/>
                <w:iCs/>
                <w:sz w:val="20"/>
                <w:szCs w:val="20"/>
              </w:rPr>
              <w:t>Název</w:t>
            </w:r>
            <w:r w:rsidR="00657FBA" w:rsidRPr="00106D2F">
              <w:rPr>
                <w:b/>
                <w:bCs/>
                <w:i/>
                <w:iCs/>
                <w:sz w:val="20"/>
                <w:szCs w:val="20"/>
              </w:rPr>
              <w:t xml:space="preserve"> / obchodní </w:t>
            </w:r>
            <w:r w:rsidRPr="00106D2F">
              <w:rPr>
                <w:b/>
                <w:bCs/>
                <w:i/>
                <w:iCs/>
                <w:sz w:val="20"/>
                <w:szCs w:val="20"/>
              </w:rPr>
              <w:t>firm</w:t>
            </w:r>
            <w:r w:rsidR="00657FBA" w:rsidRPr="00106D2F">
              <w:rPr>
                <w:b/>
                <w:bCs/>
                <w:i/>
                <w:iCs/>
                <w:sz w:val="20"/>
                <w:szCs w:val="20"/>
              </w:rPr>
              <w:t>a</w:t>
            </w:r>
            <w:r w:rsidRPr="00106D2F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</w:p>
        </w:tc>
        <w:tc>
          <w:tcPr>
            <w:tcW w:w="7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  <w:tr w:rsidR="00D029CD" w:rsidRPr="00106D2F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7FBA" w:rsidRPr="00106D2F" w:rsidRDefault="00657FBA" w:rsidP="00D029CD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029CD" w:rsidRPr="00106D2F" w:rsidRDefault="00657FBA" w:rsidP="00D029CD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106D2F">
              <w:rPr>
                <w:b/>
                <w:bCs/>
                <w:i/>
                <w:iCs/>
                <w:sz w:val="20"/>
                <w:szCs w:val="20"/>
              </w:rPr>
              <w:t>Sídlo</w:t>
            </w:r>
            <w:r w:rsidR="00D029CD" w:rsidRPr="00106D2F"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  <w:tr w:rsidR="00D029CD" w:rsidRPr="00106D2F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106D2F">
              <w:rPr>
                <w:b/>
                <w:bCs/>
                <w:i/>
                <w:iCs/>
                <w:sz w:val="20"/>
                <w:szCs w:val="20"/>
              </w:rPr>
              <w:t>IČO: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  <w:tr w:rsidR="00D029CD" w:rsidRPr="00106D2F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106D2F">
              <w:rPr>
                <w:b/>
                <w:bCs/>
                <w:i/>
                <w:iCs/>
                <w:sz w:val="20"/>
                <w:szCs w:val="20"/>
              </w:rPr>
              <w:t>Jméno</w:t>
            </w:r>
            <w:r w:rsidR="008F3B48" w:rsidRPr="00106D2F">
              <w:rPr>
                <w:b/>
                <w:bCs/>
                <w:i/>
                <w:iCs/>
                <w:sz w:val="20"/>
                <w:szCs w:val="20"/>
              </w:rPr>
              <w:t xml:space="preserve"> a příjmení</w:t>
            </w:r>
            <w:r w:rsidRPr="00106D2F">
              <w:rPr>
                <w:b/>
                <w:bCs/>
                <w:i/>
                <w:iCs/>
                <w:sz w:val="20"/>
                <w:szCs w:val="20"/>
              </w:rPr>
              <w:t xml:space="preserve"> přebírajícího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9CD" w:rsidRPr="00106D2F" w:rsidRDefault="00D029CD" w:rsidP="00D029CD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  <w:tr w:rsidR="004C5F3B" w:rsidRPr="00106D2F" w:rsidTr="004C5F3B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F3B" w:rsidRPr="00106D2F" w:rsidRDefault="00AD4A6D" w:rsidP="004C5F3B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E-mail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F3B" w:rsidRPr="00106D2F" w:rsidRDefault="004C5F3B" w:rsidP="00E6457B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  <w:tr w:rsidR="00AD4A6D" w:rsidRPr="00106D2F" w:rsidTr="00AD4A6D">
        <w:trPr>
          <w:trHeight w:val="4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A6D" w:rsidRPr="00106D2F" w:rsidRDefault="00AD4A6D" w:rsidP="009777D5">
            <w:pPr>
              <w:spacing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106D2F">
              <w:rPr>
                <w:b/>
                <w:bCs/>
                <w:i/>
                <w:iCs/>
                <w:sz w:val="20"/>
                <w:szCs w:val="20"/>
              </w:rPr>
              <w:t>Oprávnění k převzetí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A6D" w:rsidRPr="00106D2F" w:rsidRDefault="00AD4A6D" w:rsidP="009777D5">
            <w:pPr>
              <w:spacing w:line="240" w:lineRule="auto"/>
              <w:rPr>
                <w:sz w:val="20"/>
                <w:szCs w:val="20"/>
              </w:rPr>
            </w:pPr>
            <w:r w:rsidRPr="00106D2F">
              <w:rPr>
                <w:sz w:val="20"/>
                <w:szCs w:val="20"/>
              </w:rPr>
              <w:t> </w:t>
            </w:r>
          </w:p>
        </w:tc>
      </w:tr>
    </w:tbl>
    <w:p w:rsidR="00756E53" w:rsidRPr="00106D2F" w:rsidRDefault="00756E53" w:rsidP="000F1EB0">
      <w:pPr>
        <w:spacing w:line="264" w:lineRule="auto"/>
        <w:rPr>
          <w:sz w:val="20"/>
          <w:szCs w:val="20"/>
        </w:rPr>
      </w:pPr>
    </w:p>
    <w:p w:rsidR="00756E53" w:rsidRPr="00106D2F" w:rsidRDefault="00756E53" w:rsidP="000F1EB0">
      <w:pPr>
        <w:spacing w:line="264" w:lineRule="auto"/>
        <w:rPr>
          <w:sz w:val="20"/>
          <w:szCs w:val="20"/>
        </w:rPr>
      </w:pPr>
    </w:p>
    <w:p w:rsidR="00434530" w:rsidRPr="00106D2F" w:rsidRDefault="00D029CD" w:rsidP="00EE7E5C">
      <w:pPr>
        <w:spacing w:line="264" w:lineRule="auto"/>
        <w:rPr>
          <w:sz w:val="20"/>
          <w:szCs w:val="20"/>
        </w:rPr>
      </w:pPr>
      <w:r w:rsidRPr="00106D2F">
        <w:rPr>
          <w:sz w:val="20"/>
          <w:szCs w:val="20"/>
        </w:rPr>
        <w:t>P</w:t>
      </w:r>
      <w:r w:rsidR="00756E53" w:rsidRPr="00106D2F">
        <w:rPr>
          <w:sz w:val="20"/>
          <w:szCs w:val="20"/>
        </w:rPr>
        <w:t>odpis přebírajícího:…………………………………</w:t>
      </w:r>
      <w:proofErr w:type="gramStart"/>
      <w:r w:rsidR="00756E53" w:rsidRPr="00106D2F">
        <w:rPr>
          <w:sz w:val="20"/>
          <w:szCs w:val="20"/>
        </w:rPr>
        <w:t>…..</w:t>
      </w:r>
      <w:proofErr w:type="gramEnd"/>
    </w:p>
    <w:sectPr w:rsidR="00434530" w:rsidRPr="00106D2F" w:rsidSect="0077469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567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739" w:rsidRDefault="00727739">
      <w:r>
        <w:separator/>
      </w:r>
    </w:p>
  </w:endnote>
  <w:endnote w:type="continuationSeparator" w:id="0">
    <w:p w:rsidR="00727739" w:rsidRDefault="00727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CFranklinGothicCE-Boo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58" w:rsidRDefault="00D26494">
    <w:pPr>
      <w:pStyle w:val="Zpat"/>
    </w:pPr>
    <w:r>
      <w:rPr>
        <w:noProof/>
      </w:rPr>
      <mc:AlternateContent>
        <mc:Choice Requires="wpc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margin">
                <wp:posOffset>-71755</wp:posOffset>
              </wp:positionH>
              <wp:positionV relativeFrom="line">
                <wp:posOffset>-252095</wp:posOffset>
              </wp:positionV>
              <wp:extent cx="5486400" cy="694055"/>
              <wp:effectExtent l="4445" t="0" r="0" b="0"/>
              <wp:wrapNone/>
              <wp:docPr id="49" name="Plátno 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5" name="Text Box 51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253" cy="5718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ČEPRO, a. s.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Dělnická 12, č. p. 213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170 04 Praha 7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Česká republika</w:t>
                            </w:r>
                          </w:p>
                          <w:p w:rsidR="00A15458" w:rsidRPr="00DA1A67" w:rsidRDefault="00A15458" w:rsidP="0061412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52"/>
                      <wps:cNvSpPr txBox="1">
                        <a:spLocks noChangeArrowheads="1"/>
                      </wps:cNvSpPr>
                      <wps:spPr bwMode="auto">
                        <a:xfrm>
                          <a:off x="2821918" y="15555"/>
                          <a:ext cx="1370667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Zapsáno v Obchodním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 xml:space="preserve">rejstříku </w:t>
                            </w:r>
                            <w:proofErr w:type="gramStart"/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vedeném</w:t>
                            </w:r>
                            <w:proofErr w:type="gramEnd"/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Městským soudem v Praze,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oddíl B, vložka 2341.</w:t>
                            </w:r>
                          </w:p>
                          <w:p w:rsidR="00A15458" w:rsidRPr="00DA1A67" w:rsidRDefault="00A15458" w:rsidP="00614129">
                            <w:pPr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53"/>
                      <wps:cNvSpPr txBox="1">
                        <a:spLocks noChangeArrowheads="1"/>
                      </wps:cNvSpPr>
                      <wps:spPr bwMode="auto">
                        <a:xfrm>
                          <a:off x="1335599" y="15555"/>
                          <a:ext cx="1400513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Tel.: +420 221 968 111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Fax: +420 221 968 300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E-mail: ceproas@ceproas.cz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http://www.ceproas.cz</w:t>
                            </w:r>
                          </w:p>
                          <w:p w:rsidR="00A15458" w:rsidRDefault="00A15458" w:rsidP="006141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4273169" y="15555"/>
                          <a:ext cx="1027441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IČ: 60193531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DIČ: CZ60193531</w:t>
                            </w: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:rsidR="00A15458" w:rsidRPr="00D859DD" w:rsidRDefault="00A15458" w:rsidP="00614129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:rsidR="00A15458" w:rsidRDefault="00A15458" w:rsidP="006141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látno 49" o:spid="_x0000_s1026" editas="canvas" style="position:absolute;margin-left:-5.65pt;margin-top:-19.85pt;width:6in;height:54.65pt;z-index:251655680;mso-position-horizontal-relative:margin;mso-position-vertical-relative:line" coordsize="54864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4864;height:694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8" type="#_x0000_t202" style="position:absolute;width:12572;height:5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<v:textbox>
                  <w:txbxContent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ČEPRO, a. s.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Dělnická 12, č. p. 213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170 04 Praha 7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Česká republika</w:t>
                      </w:r>
                    </w:p>
                    <w:p w:rsidR="00A15458" w:rsidRPr="00DA1A67" w:rsidRDefault="00A15458" w:rsidP="0061412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52" o:spid="_x0000_s1029" type="#_x0000_t202" style="position:absolute;left:28219;top:155;width:13706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Zapsáno v Obchodním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 xml:space="preserve">rejstříku </w:t>
                      </w:r>
                      <w:proofErr w:type="gramStart"/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vedeném</w:t>
                      </w:r>
                      <w:proofErr w:type="gramEnd"/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Městským soudem v Praze,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oddíl B, vložka 2341.</w:t>
                      </w:r>
                    </w:p>
                    <w:p w:rsidR="00A15458" w:rsidRPr="00DA1A67" w:rsidRDefault="00A15458" w:rsidP="00614129">
                      <w:pPr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</v:shape>
              <v:shape id="Text Box 53" o:spid="_x0000_s1030" type="#_x0000_t202" style="position:absolute;left:13355;top:155;width:14006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<v:textbox>
                  <w:txbxContent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Tel.: +420 221 968 111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Fax: +420 221 968 300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E-mail: ceproas@ceproas.cz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http://www.ceproas.cz</w:t>
                      </w:r>
                    </w:p>
                    <w:p w:rsidR="00A15458" w:rsidRDefault="00A15458" w:rsidP="00614129"/>
                  </w:txbxContent>
                </v:textbox>
              </v:shape>
              <v:shape id="Text Box 54" o:spid="_x0000_s1031" type="#_x0000_t202" style="position:absolute;left:42731;top:155;width:10275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<v:textbox>
                  <w:txbxContent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IČ: 60193531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DIČ: CZ60193531</w:t>
                      </w: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:rsidR="00A15458" w:rsidRPr="00D859DD" w:rsidRDefault="00A15458" w:rsidP="00614129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:rsidR="00A15458" w:rsidRDefault="00A15458" w:rsidP="00614129"/>
                  </w:txbxContent>
                </v:textbox>
              </v:shape>
              <w10:wrap anchorx="margin" anchory="lin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58" w:rsidRDefault="00D26494">
    <w:pPr>
      <w:pStyle w:val="Zpat"/>
    </w:pPr>
    <w:r>
      <w:rPr>
        <w:noProof/>
      </w:rPr>
      <mc:AlternateContent>
        <mc:Choice Requires="wpc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margin">
                <wp:posOffset>80645</wp:posOffset>
              </wp:positionH>
              <wp:positionV relativeFrom="line">
                <wp:posOffset>-99695</wp:posOffset>
              </wp:positionV>
              <wp:extent cx="5486400" cy="694055"/>
              <wp:effectExtent l="4445" t="0" r="0" b="0"/>
              <wp:wrapNone/>
              <wp:docPr id="63" name="Plátno 6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Text Box 6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253" cy="5718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ČEPRO, a. s.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 xml:space="preserve">Dělnická </w:t>
                            </w:r>
                            <w:r w:rsidR="00F7286F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213/12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170 0</w:t>
                            </w:r>
                            <w:r w:rsidR="00F7286F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0</w:t>
                            </w: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Praha 7</w:t>
                            </w:r>
                            <w:r w:rsidR="00AD4A6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,Holešovice</w:t>
                            </w:r>
                            <w:proofErr w:type="gramEnd"/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Česká republika</w:t>
                            </w:r>
                          </w:p>
                          <w:p w:rsidR="00A15458" w:rsidRPr="00DA1A67" w:rsidRDefault="00A15458" w:rsidP="004345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Text Box 66"/>
                      <wps:cNvSpPr txBox="1">
                        <a:spLocks noChangeArrowheads="1"/>
                      </wps:cNvSpPr>
                      <wps:spPr bwMode="auto">
                        <a:xfrm>
                          <a:off x="2821918" y="15555"/>
                          <a:ext cx="1370667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Zapsáno v Obchodním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 xml:space="preserve">rejstříku </w:t>
                            </w:r>
                            <w:proofErr w:type="gramStart"/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vedeném</w:t>
                            </w:r>
                            <w:proofErr w:type="gramEnd"/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Městským soudem v Praze,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oddíl B, vložka 2341.</w:t>
                            </w:r>
                          </w:p>
                          <w:p w:rsidR="00A15458" w:rsidRPr="00DA1A67" w:rsidRDefault="00A15458" w:rsidP="00434530">
                            <w:pPr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67"/>
                      <wps:cNvSpPr txBox="1">
                        <a:spLocks noChangeArrowheads="1"/>
                      </wps:cNvSpPr>
                      <wps:spPr bwMode="auto">
                        <a:xfrm>
                          <a:off x="1335599" y="15555"/>
                          <a:ext cx="1400513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Tel.: +420 221 968 111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Fax: +420 221 968 300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E-mail: ceproas@ceproas.cz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http://www.ceproas.cz</w:t>
                            </w:r>
                          </w:p>
                          <w:p w:rsidR="00A15458" w:rsidRDefault="00A15458" w:rsidP="004345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68"/>
                      <wps:cNvSpPr txBox="1">
                        <a:spLocks noChangeArrowheads="1"/>
                      </wps:cNvSpPr>
                      <wps:spPr bwMode="auto">
                        <a:xfrm>
                          <a:off x="4273169" y="15555"/>
                          <a:ext cx="1027441" cy="572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IČ: 60193531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  <w:r w:rsidRPr="00D859DD"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  <w:t>DIČ: CZ60193531</w:t>
                            </w: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:rsidR="00A15458" w:rsidRPr="00D859DD" w:rsidRDefault="00A15458" w:rsidP="00434530">
                            <w:pPr>
                              <w:pBdr>
                                <w:left w:val="single" w:sz="4" w:space="4" w:color="007759"/>
                              </w:pBdr>
                              <w:rPr>
                                <w:rFonts w:ascii="ITCFranklinGothicCE-Book" w:hAnsi="ITCFranklinGothicCE-Book" w:cs="ITCFranklinGothicCE-Book"/>
                                <w:color w:val="007759"/>
                                <w:sz w:val="14"/>
                                <w:szCs w:val="14"/>
                              </w:rPr>
                            </w:pPr>
                          </w:p>
                          <w:p w:rsidR="00A15458" w:rsidRDefault="00A15458" w:rsidP="004345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látno 63" o:spid="_x0000_s1032" editas="canvas" style="position:absolute;margin-left:6.35pt;margin-top:-7.85pt;width:6in;height:54.65pt;z-index:251659776;mso-position-horizontal-relative:margin;mso-position-vertical-relative:line" coordsize="54864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3" type="#_x0000_t75" style="position:absolute;width:54864;height:6940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34" type="#_x0000_t202" style="position:absolute;width:12572;height:5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<v:textbox>
                  <w:txbxContent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ČEPRO, a. s.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 xml:space="preserve">Dělnická </w:t>
                      </w:r>
                      <w:r w:rsidR="00F7286F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213/12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170 0</w:t>
                      </w:r>
                      <w:r w:rsidR="00F7286F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0</w:t>
                      </w: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Praha 7</w:t>
                      </w:r>
                      <w:r w:rsidR="00AD4A6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,Holešovice</w:t>
                      </w:r>
                      <w:proofErr w:type="gramEnd"/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Česká republika</w:t>
                      </w:r>
                    </w:p>
                    <w:p w:rsidR="00A15458" w:rsidRPr="00DA1A67" w:rsidRDefault="00A15458" w:rsidP="0043453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66" o:spid="_x0000_s1035" type="#_x0000_t202" style="position:absolute;left:28219;top:155;width:13706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Zapsáno v Obchodním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 xml:space="preserve">rejstříku </w:t>
                      </w:r>
                      <w:proofErr w:type="gramStart"/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vedeném</w:t>
                      </w:r>
                      <w:proofErr w:type="gramEnd"/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Městským soudem v Praze,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oddíl B, vložka 2341.</w:t>
                      </w:r>
                    </w:p>
                    <w:p w:rsidR="00A15458" w:rsidRPr="00DA1A67" w:rsidRDefault="00A15458" w:rsidP="00434530">
                      <w:pPr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</v:shape>
              <v:shape id="Text Box 67" o:spid="_x0000_s1036" type="#_x0000_t202" style="position:absolute;left:13355;top:155;width:14006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Tel.: +420 221 968 111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Fax: +420 221 968 300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E-mail: ceproas@ceproas.cz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http://www.ceproas.cz</w:t>
                      </w:r>
                    </w:p>
                    <w:p w:rsidR="00A15458" w:rsidRDefault="00A15458" w:rsidP="00434530"/>
                  </w:txbxContent>
                </v:textbox>
              </v:shape>
              <v:shape id="Text Box 68" o:spid="_x0000_s1037" type="#_x0000_t202" style="position:absolute;left:42731;top:155;width:10275;height:5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<v:textbox>
                  <w:txbxContent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autoSpaceDE w:val="0"/>
                        <w:autoSpaceDN w:val="0"/>
                        <w:adjustRightInd w:val="0"/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IČ: 60193531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  <w:r w:rsidRPr="00D859DD"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  <w:t>DIČ: CZ60193531</w:t>
                      </w: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:rsidR="00A15458" w:rsidRPr="00D859DD" w:rsidRDefault="00A15458" w:rsidP="00434530">
                      <w:pPr>
                        <w:pBdr>
                          <w:left w:val="single" w:sz="4" w:space="4" w:color="007759"/>
                        </w:pBdr>
                        <w:rPr>
                          <w:rFonts w:ascii="ITCFranklinGothicCE-Book" w:hAnsi="ITCFranklinGothicCE-Book" w:cs="ITCFranklinGothicCE-Book"/>
                          <w:color w:val="007759"/>
                          <w:sz w:val="14"/>
                          <w:szCs w:val="14"/>
                        </w:rPr>
                      </w:pPr>
                    </w:p>
                    <w:p w:rsidR="00A15458" w:rsidRDefault="00A15458" w:rsidP="00434530"/>
                  </w:txbxContent>
                </v:textbox>
              </v:shape>
              <w10:wrap anchorx="margin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739" w:rsidRDefault="00727739">
      <w:r>
        <w:separator/>
      </w:r>
    </w:p>
  </w:footnote>
  <w:footnote w:type="continuationSeparator" w:id="0">
    <w:p w:rsidR="00727739" w:rsidRDefault="00727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58" w:rsidRDefault="0072773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07" type="#_x0000_t75" style="position:absolute;margin-left:0;margin-top:0;width:425.15pt;height:434.1pt;z-index:-251659776;mso-position-horizontal:center;mso-position-horizontal-relative:margin;mso-position-vertical:center;mso-position-vertical-relative:margin" o:allowincell="f">
          <v:imagedata r:id="rId1" o:title="cepro_ptak_se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58" w:rsidRDefault="00727739">
    <w:pPr>
      <w:pStyle w:val="Zhlav"/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08" type="#_x0000_t75" style="position:absolute;margin-left:0;margin-top:0;width:425.15pt;height:434.1pt;z-index:-251658752;mso-position-horizontal:center;mso-position-horizontal-relative:margin;mso-position-vertical:center;mso-position-vertical-relative:margin" o:allowincell="f">
          <v:imagedata r:id="rId1" o:title="cepro_ptak_se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58" w:rsidRDefault="00D26494">
    <w:pPr>
      <w:pStyle w:val="Zhlav"/>
      <w:rPr>
        <w:rFonts w:ascii="Arial" w:hAnsi="Arial" w:cs="Arial"/>
        <w:b/>
        <w:sz w:val="24"/>
      </w:rPr>
    </w:pPr>
    <w:r>
      <w:rPr>
        <w:rFonts w:ascii="Arial" w:hAnsi="Arial" w:cs="Arial"/>
        <w:b/>
        <w:noProof/>
        <w:sz w:val="24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1200150</wp:posOffset>
          </wp:positionH>
          <wp:positionV relativeFrom="paragraph">
            <wp:posOffset>60325</wp:posOffset>
          </wp:positionV>
          <wp:extent cx="2857500" cy="560705"/>
          <wp:effectExtent l="0" t="0" r="0" b="0"/>
          <wp:wrapNone/>
          <wp:docPr id="62" name="obrázek 6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15458" w:rsidRDefault="00A15458">
    <w:pPr>
      <w:pStyle w:val="Zhlav"/>
      <w:rPr>
        <w:rFonts w:ascii="Arial" w:hAnsi="Arial" w:cs="Arial"/>
        <w:b/>
        <w:sz w:val="24"/>
      </w:rPr>
    </w:pPr>
  </w:p>
  <w:p w:rsidR="00A15458" w:rsidRDefault="00A15458">
    <w:pPr>
      <w:pStyle w:val="Zhlav"/>
      <w:rPr>
        <w:rFonts w:ascii="Arial" w:hAnsi="Arial" w:cs="Arial"/>
        <w:b/>
        <w:sz w:val="24"/>
      </w:rPr>
    </w:pPr>
  </w:p>
  <w:p w:rsidR="00A15458" w:rsidRDefault="00A15458">
    <w:pPr>
      <w:pStyle w:val="Zhlav"/>
      <w:rPr>
        <w:rFonts w:ascii="Arial" w:hAnsi="Arial" w:cs="Arial"/>
        <w:b/>
        <w:sz w:val="24"/>
      </w:rPr>
    </w:pPr>
  </w:p>
  <w:p w:rsidR="00A15458" w:rsidRDefault="00A15458" w:rsidP="0077469C">
    <w:pPr>
      <w:pStyle w:val="Zhlav"/>
      <w:spacing w:line="200" w:lineRule="exact"/>
      <w:rPr>
        <w:rFonts w:ascii="Arial" w:hAnsi="Arial"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553"/>
    <w:multiLevelType w:val="hybridMultilevel"/>
    <w:tmpl w:val="6FF45E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A826AF"/>
    <w:multiLevelType w:val="hybridMultilevel"/>
    <w:tmpl w:val="9BA45C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95551F"/>
    <w:multiLevelType w:val="hybridMultilevel"/>
    <w:tmpl w:val="861A1C8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AAD1B18"/>
    <w:multiLevelType w:val="hybridMultilevel"/>
    <w:tmpl w:val="14241ABA"/>
    <w:lvl w:ilvl="0" w:tplc="43EE51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8711D4"/>
    <w:multiLevelType w:val="hybridMultilevel"/>
    <w:tmpl w:val="3E22F0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8422D"/>
    <w:multiLevelType w:val="hybridMultilevel"/>
    <w:tmpl w:val="74E86D1C"/>
    <w:lvl w:ilvl="0" w:tplc="C2EA21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7E7A7A"/>
    <w:multiLevelType w:val="hybridMultilevel"/>
    <w:tmpl w:val="700CE38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985016"/>
    <w:multiLevelType w:val="hybridMultilevel"/>
    <w:tmpl w:val="3A9CD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0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E"/>
    <w:rsid w:val="00016486"/>
    <w:rsid w:val="0005340B"/>
    <w:rsid w:val="00053CE9"/>
    <w:rsid w:val="00071410"/>
    <w:rsid w:val="000916BA"/>
    <w:rsid w:val="00095B6F"/>
    <w:rsid w:val="00097499"/>
    <w:rsid w:val="000C18CA"/>
    <w:rsid w:val="000D4BCB"/>
    <w:rsid w:val="000D5916"/>
    <w:rsid w:val="000F1EB0"/>
    <w:rsid w:val="000F20C6"/>
    <w:rsid w:val="00106D2F"/>
    <w:rsid w:val="00107750"/>
    <w:rsid w:val="00116330"/>
    <w:rsid w:val="00132D74"/>
    <w:rsid w:val="001619BC"/>
    <w:rsid w:val="0016482E"/>
    <w:rsid w:val="001E0036"/>
    <w:rsid w:val="001E4520"/>
    <w:rsid w:val="00277229"/>
    <w:rsid w:val="00287191"/>
    <w:rsid w:val="00290331"/>
    <w:rsid w:val="002C000E"/>
    <w:rsid w:val="002F095D"/>
    <w:rsid w:val="00306F7A"/>
    <w:rsid w:val="0033691B"/>
    <w:rsid w:val="00370762"/>
    <w:rsid w:val="003842D6"/>
    <w:rsid w:val="0038715C"/>
    <w:rsid w:val="00414F37"/>
    <w:rsid w:val="00434530"/>
    <w:rsid w:val="0046105A"/>
    <w:rsid w:val="00473793"/>
    <w:rsid w:val="004A406F"/>
    <w:rsid w:val="004B3139"/>
    <w:rsid w:val="004C5F3B"/>
    <w:rsid w:val="005066CA"/>
    <w:rsid w:val="0053539E"/>
    <w:rsid w:val="0054324C"/>
    <w:rsid w:val="00580405"/>
    <w:rsid w:val="00582249"/>
    <w:rsid w:val="005A13FA"/>
    <w:rsid w:val="005C69A2"/>
    <w:rsid w:val="005D255F"/>
    <w:rsid w:val="00604CD3"/>
    <w:rsid w:val="00614129"/>
    <w:rsid w:val="00622F96"/>
    <w:rsid w:val="00650A23"/>
    <w:rsid w:val="00657FBA"/>
    <w:rsid w:val="00675EF9"/>
    <w:rsid w:val="0069428B"/>
    <w:rsid w:val="006A34B4"/>
    <w:rsid w:val="006A5500"/>
    <w:rsid w:val="006C2F64"/>
    <w:rsid w:val="006D1BBB"/>
    <w:rsid w:val="006D3B0E"/>
    <w:rsid w:val="006E0258"/>
    <w:rsid w:val="006F4032"/>
    <w:rsid w:val="006F55DD"/>
    <w:rsid w:val="006F6284"/>
    <w:rsid w:val="00712B9F"/>
    <w:rsid w:val="00712E24"/>
    <w:rsid w:val="007222B9"/>
    <w:rsid w:val="00727739"/>
    <w:rsid w:val="007379E1"/>
    <w:rsid w:val="00756E53"/>
    <w:rsid w:val="00764A36"/>
    <w:rsid w:val="007654DC"/>
    <w:rsid w:val="0077469C"/>
    <w:rsid w:val="007A3CA6"/>
    <w:rsid w:val="007B04C2"/>
    <w:rsid w:val="007B5B89"/>
    <w:rsid w:val="007C236B"/>
    <w:rsid w:val="007D1404"/>
    <w:rsid w:val="007E08D3"/>
    <w:rsid w:val="007F067F"/>
    <w:rsid w:val="008201FC"/>
    <w:rsid w:val="00836285"/>
    <w:rsid w:val="00842345"/>
    <w:rsid w:val="0084519F"/>
    <w:rsid w:val="00852071"/>
    <w:rsid w:val="00876DF3"/>
    <w:rsid w:val="008B55A6"/>
    <w:rsid w:val="008B66A5"/>
    <w:rsid w:val="008F2076"/>
    <w:rsid w:val="008F3B48"/>
    <w:rsid w:val="00924589"/>
    <w:rsid w:val="0094149E"/>
    <w:rsid w:val="009A4BEF"/>
    <w:rsid w:val="009C36A9"/>
    <w:rsid w:val="009E138E"/>
    <w:rsid w:val="00A15458"/>
    <w:rsid w:val="00A235AB"/>
    <w:rsid w:val="00A259C9"/>
    <w:rsid w:val="00A3313C"/>
    <w:rsid w:val="00A405DC"/>
    <w:rsid w:val="00A72081"/>
    <w:rsid w:val="00AC0CB7"/>
    <w:rsid w:val="00AC79B5"/>
    <w:rsid w:val="00AD4A6D"/>
    <w:rsid w:val="00AD58F2"/>
    <w:rsid w:val="00B5143A"/>
    <w:rsid w:val="00B8185C"/>
    <w:rsid w:val="00B84F3B"/>
    <w:rsid w:val="00BC4928"/>
    <w:rsid w:val="00BE27DB"/>
    <w:rsid w:val="00BE76CC"/>
    <w:rsid w:val="00BF3947"/>
    <w:rsid w:val="00BF6304"/>
    <w:rsid w:val="00BF739E"/>
    <w:rsid w:val="00C411E1"/>
    <w:rsid w:val="00C53BC3"/>
    <w:rsid w:val="00C868ED"/>
    <w:rsid w:val="00C95B1A"/>
    <w:rsid w:val="00CA1A75"/>
    <w:rsid w:val="00CC3B77"/>
    <w:rsid w:val="00D029CD"/>
    <w:rsid w:val="00D26494"/>
    <w:rsid w:val="00D6294D"/>
    <w:rsid w:val="00D74533"/>
    <w:rsid w:val="00D93D8D"/>
    <w:rsid w:val="00DD7C2D"/>
    <w:rsid w:val="00E11AA8"/>
    <w:rsid w:val="00E15387"/>
    <w:rsid w:val="00E32EA5"/>
    <w:rsid w:val="00E426BA"/>
    <w:rsid w:val="00E6457B"/>
    <w:rsid w:val="00E726A0"/>
    <w:rsid w:val="00E77979"/>
    <w:rsid w:val="00E80EE1"/>
    <w:rsid w:val="00EB7BDD"/>
    <w:rsid w:val="00ED1469"/>
    <w:rsid w:val="00ED39F3"/>
    <w:rsid w:val="00EE4F0B"/>
    <w:rsid w:val="00EE7E5C"/>
    <w:rsid w:val="00F162F6"/>
    <w:rsid w:val="00F63322"/>
    <w:rsid w:val="00F7286F"/>
    <w:rsid w:val="00F739C3"/>
    <w:rsid w:val="00F9019D"/>
    <w:rsid w:val="00F91D8A"/>
    <w:rsid w:val="00F95D39"/>
    <w:rsid w:val="00FA0FDC"/>
    <w:rsid w:val="00FA4C30"/>
    <w:rsid w:val="00FC5362"/>
    <w:rsid w:val="00FC7D70"/>
    <w:rsid w:val="00FE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A75"/>
    <w:pPr>
      <w:spacing w:line="260" w:lineRule="exact"/>
    </w:pPr>
    <w:rPr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sid w:val="0005340B"/>
    <w:rPr>
      <w:color w:val="0000FF"/>
      <w:u w:val="single"/>
    </w:rPr>
  </w:style>
  <w:style w:type="paragraph" w:styleId="Rozloendokumentu">
    <w:name w:val="Document Map"/>
    <w:basedOn w:val="Normln"/>
    <w:semiHidden/>
    <w:rsid w:val="00434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hlavChar">
    <w:name w:val="Záhlaví Char"/>
    <w:link w:val="Zhlav"/>
    <w:rsid w:val="00306F7A"/>
    <w:rPr>
      <w:sz w:val="18"/>
      <w:szCs w:val="24"/>
    </w:rPr>
  </w:style>
  <w:style w:type="paragraph" w:styleId="Obsah1">
    <w:name w:val="toc 1"/>
    <w:basedOn w:val="Normln"/>
    <w:next w:val="Normln"/>
    <w:autoRedefine/>
    <w:rsid w:val="00306F7A"/>
    <w:pPr>
      <w:tabs>
        <w:tab w:val="right" w:leader="dot" w:pos="9062"/>
      </w:tabs>
      <w:suppressAutoHyphens/>
      <w:spacing w:line="240" w:lineRule="auto"/>
      <w:jc w:val="center"/>
    </w:pPr>
    <w:rPr>
      <w:rFonts w:ascii="Arial" w:hAnsi="Arial"/>
      <w:b/>
      <w:sz w:val="20"/>
      <w:szCs w:val="20"/>
    </w:rPr>
  </w:style>
  <w:style w:type="paragraph" w:styleId="Textbubliny">
    <w:name w:val="Balloon Text"/>
    <w:basedOn w:val="Normln"/>
    <w:link w:val="TextbublinyChar"/>
    <w:rsid w:val="002871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87191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657FBA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7F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57FBA"/>
  </w:style>
  <w:style w:type="paragraph" w:styleId="Pedmtkomente">
    <w:name w:val="annotation subject"/>
    <w:basedOn w:val="Textkomente"/>
    <w:next w:val="Textkomente"/>
    <w:link w:val="PedmtkomenteChar"/>
    <w:rsid w:val="00657FBA"/>
    <w:rPr>
      <w:b/>
      <w:bCs/>
    </w:rPr>
  </w:style>
  <w:style w:type="character" w:customStyle="1" w:styleId="PedmtkomenteChar">
    <w:name w:val="Předmět komentáře Char"/>
    <w:link w:val="Pedmtkomente"/>
    <w:rsid w:val="00657F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A75"/>
    <w:pPr>
      <w:spacing w:line="260" w:lineRule="exact"/>
    </w:pPr>
    <w:rPr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sid w:val="0005340B"/>
    <w:rPr>
      <w:color w:val="0000FF"/>
      <w:u w:val="single"/>
    </w:rPr>
  </w:style>
  <w:style w:type="paragraph" w:styleId="Rozloendokumentu">
    <w:name w:val="Document Map"/>
    <w:basedOn w:val="Normln"/>
    <w:semiHidden/>
    <w:rsid w:val="004345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hlavChar">
    <w:name w:val="Záhlaví Char"/>
    <w:link w:val="Zhlav"/>
    <w:rsid w:val="00306F7A"/>
    <w:rPr>
      <w:sz w:val="18"/>
      <w:szCs w:val="24"/>
    </w:rPr>
  </w:style>
  <w:style w:type="paragraph" w:styleId="Obsah1">
    <w:name w:val="toc 1"/>
    <w:basedOn w:val="Normln"/>
    <w:next w:val="Normln"/>
    <w:autoRedefine/>
    <w:rsid w:val="00306F7A"/>
    <w:pPr>
      <w:tabs>
        <w:tab w:val="right" w:leader="dot" w:pos="9062"/>
      </w:tabs>
      <w:suppressAutoHyphens/>
      <w:spacing w:line="240" w:lineRule="auto"/>
      <w:jc w:val="center"/>
    </w:pPr>
    <w:rPr>
      <w:rFonts w:ascii="Arial" w:hAnsi="Arial"/>
      <w:b/>
      <w:sz w:val="20"/>
      <w:szCs w:val="20"/>
    </w:rPr>
  </w:style>
  <w:style w:type="paragraph" w:styleId="Textbubliny">
    <w:name w:val="Balloon Text"/>
    <w:basedOn w:val="Normln"/>
    <w:link w:val="TextbublinyChar"/>
    <w:rsid w:val="002871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87191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657FBA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7F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57FBA"/>
  </w:style>
  <w:style w:type="paragraph" w:styleId="Pedmtkomente">
    <w:name w:val="annotation subject"/>
    <w:basedOn w:val="Textkomente"/>
    <w:next w:val="Textkomente"/>
    <w:link w:val="PedmtkomenteChar"/>
    <w:rsid w:val="00657FBA"/>
    <w:rPr>
      <w:b/>
      <w:bCs/>
    </w:rPr>
  </w:style>
  <w:style w:type="character" w:customStyle="1" w:styleId="PedmtkomenteChar">
    <w:name w:val="Předmět komentáře Char"/>
    <w:link w:val="Pedmtkomente"/>
    <w:rsid w:val="00657F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skoval\Dokumenty\V&#253;b&#283;rov&#225;%20&#345;&#237;zen&#237;\P&#218;%20&#269;.189%20Elektroinstalace%20V&#269;eln&#225;\2.kolo\vzor%20dopisu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599FE-D03F-4BAB-85D2-26243EA9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dopisu</Template>
  <TotalTime>30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DopisStandardni CEPRO a.s.</vt:lpstr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DopisStandardni CEPRO a.s.</dc:title>
  <dc:creator>Hošková Lenka</dc:creator>
  <cp:lastModifiedBy>Hošková Lenka</cp:lastModifiedBy>
  <cp:revision>28</cp:revision>
  <cp:lastPrinted>2009-06-16T13:14:00Z</cp:lastPrinted>
  <dcterms:created xsi:type="dcterms:W3CDTF">2016-08-16T09:27:00Z</dcterms:created>
  <dcterms:modified xsi:type="dcterms:W3CDTF">2018-02-13T07:35:00Z</dcterms:modified>
</cp:coreProperties>
</file>